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AA5A" w14:textId="77777777" w:rsidR="00E57D32" w:rsidRDefault="00000000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4D13336" w14:textId="6495A742" w:rsidR="00E57D32" w:rsidRDefault="00000000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AA4A64">
        <w:rPr>
          <w:rFonts w:asciiTheme="minorHAnsi"/>
          <w:b/>
          <w:bCs/>
        </w:rPr>
        <w:t>01</w:t>
      </w:r>
      <w:r>
        <w:rPr>
          <w:rFonts w:asciiTheme="minorHAnsi"/>
          <w:b/>
          <w:bCs/>
        </w:rPr>
        <w:t>-2</w:t>
      </w:r>
      <w:r w:rsidR="00AA4A64">
        <w:rPr>
          <w:rFonts w:asciiTheme="minorHAnsi"/>
          <w:b/>
          <w:bCs/>
        </w:rPr>
        <w:t>3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FF6AA8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4F7D06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20312C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4AF5275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39F287BA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000000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949CF44" w14:textId="77777777" w:rsidR="00E57D32" w:rsidRDefault="00000000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000000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2775F423" w:rsidR="00E57D32" w:rsidRDefault="00A23363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0F720D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/01/2023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5E79DD77" w:rsidR="00E57D32" w:rsidRDefault="0000000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A23363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/0</w:t>
            </w:r>
            <w:r w:rsidR="00A23363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0A1510BB" w:rsidR="00E57D32" w:rsidRDefault="0000000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23363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/0</w:t>
            </w:r>
            <w:r w:rsidR="00A23363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62896CFE" w:rsidR="00E57D32" w:rsidRDefault="000F720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31/0</w:t>
            </w:r>
            <w:r w:rsidR="00A23363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 xml:space="preserve"> (</w:t>
            </w:r>
            <w:r w:rsidR="00A23363">
              <w:rPr>
                <w:rFonts w:ascii="Calibri" w:hAnsi="Calibri"/>
                <w:szCs w:val="20"/>
              </w:rPr>
              <w:t>5.</w:t>
            </w:r>
            <w:r>
              <w:rPr>
                <w:rFonts w:ascii="Calibri" w:hAnsi="Calibri"/>
                <w:szCs w:val="20"/>
              </w:rPr>
              <w:t xml:space="preserve">00pm)  </w:t>
            </w:r>
          </w:p>
        </w:tc>
      </w:tr>
      <w:tr w:rsidR="00E57D32" w14:paraId="632C1F54" w14:textId="77777777">
        <w:trPr>
          <w:trHeight w:val="20"/>
        </w:trPr>
        <w:tc>
          <w:tcPr>
            <w:tcW w:w="5083" w:type="dxa"/>
            <w:tcBorders>
              <w:top w:val="single" w:sz="12" w:space="0" w:color="auto"/>
            </w:tcBorders>
            <w:shd w:val="clear" w:color="auto" w:fill="auto"/>
          </w:tcPr>
          <w:p w14:paraId="3390EA35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Opening***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shd w:val="clear" w:color="auto" w:fill="auto"/>
          </w:tcPr>
          <w:p w14:paraId="5975CF6A" w14:textId="29A1418B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23363">
              <w:rPr>
                <w:rFonts w:ascii="Calibri" w:hAnsi="Calibri" w:cs="Calibri"/>
                <w:kern w:val="2"/>
                <w:lang w:eastAsia="ko-KR"/>
              </w:rPr>
              <w:t>CPU</w:t>
            </w:r>
            <w:r w:rsidR="00A23363" w:rsidRPr="00A23363">
              <w:rPr>
                <w:rFonts w:ascii="Calibri" w:hAnsi="Calibri" w:cs="Calibri"/>
                <w:kern w:val="2"/>
                <w:lang w:eastAsia="ko-KR"/>
              </w:rPr>
              <w:t xml:space="preserve"> and OB</w:t>
            </w:r>
          </w:p>
        </w:tc>
        <w:tc>
          <w:tcPr>
            <w:tcW w:w="26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A2FF62" w14:textId="6F16B3ED" w:rsidR="00E57D32" w:rsidRDefault="000F720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A2336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02</w:t>
            </w:r>
            <w:r w:rsidR="00A23363">
              <w:rPr>
                <w:rFonts w:ascii="Calibri" w:hAnsi="Calibri"/>
                <w:szCs w:val="20"/>
              </w:rPr>
              <w:t xml:space="preserve">/2023 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6CB0E6F9" w:rsidR="00E57D32" w:rsidRDefault="0000000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675873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</w:t>
            </w:r>
            <w:r w:rsidR="00675873">
              <w:rPr>
                <w:rFonts w:ascii="Calibri" w:hAnsi="Calibri"/>
                <w:szCs w:val="20"/>
              </w:rPr>
              <w:t>02</w:t>
            </w:r>
            <w:r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 xml:space="preserve"> 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32B8484A" w:rsidR="00E57D32" w:rsidRDefault="0000000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675873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</w:t>
            </w:r>
            <w:r w:rsidR="00675873">
              <w:rPr>
                <w:rFonts w:ascii="Calibri" w:hAnsi="Calibri"/>
                <w:szCs w:val="20"/>
              </w:rPr>
              <w:t>02</w:t>
            </w:r>
            <w:r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 xml:space="preserve">   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4CFB7A9A" w:rsidR="00E57D32" w:rsidRDefault="000F720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</w:t>
            </w:r>
            <w:r w:rsidR="00675873">
              <w:rPr>
                <w:rFonts w:ascii="Calibri" w:hAnsi="Calibri"/>
                <w:szCs w:val="20"/>
              </w:rPr>
              <w:t>02</w:t>
            </w:r>
            <w:r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07D3E09D" w:rsidR="00E57D32" w:rsidRDefault="000F720D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675873">
              <w:rPr>
                <w:rFonts w:ascii="Calibri" w:hAnsi="Calibri"/>
                <w:szCs w:val="20"/>
              </w:rPr>
              <w:t xml:space="preserve">/02/2023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000000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54C577D5" w:rsidR="00E57D32" w:rsidRDefault="000B0107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Once materials delivered to </w:t>
            </w:r>
            <w:r w:rsidR="00675873">
              <w:rPr>
                <w:rFonts w:ascii="Calibri" w:hAnsi="Calibri"/>
                <w:szCs w:val="20"/>
              </w:rPr>
              <w:t>respective project site</w:t>
            </w:r>
          </w:p>
        </w:tc>
      </w:tr>
    </w:tbl>
    <w:p w14:paraId="529252F3" w14:textId="77777777" w:rsidR="00E57D32" w:rsidRDefault="00000000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5285154F" w14:textId="77777777" w:rsidR="00E57D32" w:rsidRDefault="0000000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00000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7F0A7" w14:textId="77777777" w:rsidR="002B7982" w:rsidRDefault="002B7982">
      <w:pPr>
        <w:spacing w:after="0" w:line="240" w:lineRule="auto"/>
      </w:pPr>
      <w:r>
        <w:separator/>
      </w:r>
    </w:p>
  </w:endnote>
  <w:endnote w:type="continuationSeparator" w:id="0">
    <w:p w14:paraId="5D1D6EDB" w14:textId="77777777" w:rsidR="002B7982" w:rsidRDefault="002B7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81C9" w14:textId="77777777" w:rsidR="00E57D32" w:rsidRDefault="0000000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3583036D" w:rsidR="00E57D32" w:rsidRDefault="00000000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51D25">
      <w:rPr>
        <w:noProof/>
      </w:rPr>
      <w:t>2023-01-05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34FE" w14:textId="77777777" w:rsidR="002B7982" w:rsidRDefault="002B7982">
      <w:pPr>
        <w:spacing w:after="0" w:line="240" w:lineRule="auto"/>
      </w:pPr>
      <w:r>
        <w:separator/>
      </w:r>
    </w:p>
  </w:footnote>
  <w:footnote w:type="continuationSeparator" w:id="0">
    <w:p w14:paraId="1EC2FC12" w14:textId="77777777" w:rsidR="002B7982" w:rsidRDefault="002B7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EFBC" w14:textId="77777777" w:rsidR="00E57D32" w:rsidRDefault="0000000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C7F4" w14:textId="77777777" w:rsidR="00E57D32" w:rsidRDefault="00000000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 Country Program Development             RFQ-2011-</w:t>
    </w:r>
    <w:proofErr w:type="gramStart"/>
    <w:r>
      <w:rPr>
        <w:rFonts w:cs="Calibri"/>
        <w:sz w:val="20"/>
        <w:u w:val="single"/>
      </w:rPr>
      <w:t>003  Volume</w:t>
    </w:r>
    <w:proofErr w:type="gramEnd"/>
    <w:r>
      <w:rPr>
        <w:rFonts w:cs="Calibri"/>
        <w:sz w:val="20"/>
        <w:u w:val="single"/>
      </w:rPr>
      <w:t xml:space="preserve">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627777778">
    <w:abstractNumId w:val="0"/>
  </w:num>
  <w:num w:numId="2" w16cid:durableId="773986113">
    <w:abstractNumId w:val="2"/>
  </w:num>
  <w:num w:numId="3" w16cid:durableId="802700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0C7177-6AE9-469B-8F92-B1BDC329AA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12</cp:revision>
  <cp:lastPrinted>2020-09-10T03:34:00Z</cp:lastPrinted>
  <dcterms:created xsi:type="dcterms:W3CDTF">2020-09-02T03:26:00Z</dcterms:created>
  <dcterms:modified xsi:type="dcterms:W3CDTF">2023-01-05T00:00:00Z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